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4888CDA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F23273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4E4D9057" w:rsidR="009348E2" w:rsidRPr="00272D44" w:rsidRDefault="00272D44" w:rsidP="00A86FE1">
      <w:pPr>
        <w:pStyle w:val="text"/>
        <w:widowControl/>
        <w:spacing w:before="0" w:after="120"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272D44">
        <w:rPr>
          <w:rFonts w:asciiTheme="minorHAnsi" w:hAnsiTheme="minorHAnsi" w:cstheme="minorHAnsi"/>
          <w:b/>
          <w:bCs/>
          <w:sz w:val="18"/>
          <w:szCs w:val="18"/>
        </w:rPr>
        <w:t>Předpokládaná funkce člena realizačního týmu – lektor</w:t>
      </w:r>
    </w:p>
    <w:p w14:paraId="13764CB0" w14:textId="77777777" w:rsidR="009348E2" w:rsidRPr="00A07A54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3C68B1A9" w14:textId="64CF35AD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Příjmení:</w:t>
      </w:r>
      <w:r w:rsidRPr="009234AC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7C4B2CD9" w14:textId="74466D19" w:rsidR="009348E2" w:rsidRDefault="009234AC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>Rodné p</w:t>
      </w:r>
      <w:r w:rsidR="009348E2">
        <w:rPr>
          <w:rFonts w:cstheme="minorHAnsi"/>
        </w:rPr>
        <w:t xml:space="preserve">říjmení: </w:t>
      </w:r>
      <w:r w:rsidR="009348E2" w:rsidRPr="009234A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6BDDF1D1" w14:textId="77777777" w:rsidR="009348E2" w:rsidRPr="001E038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379A47C1" w14:textId="77777777" w:rsidR="001E0384" w:rsidRDefault="001E0384" w:rsidP="001E0384">
      <w:pPr>
        <w:pStyle w:val="Odstavecseseznamem"/>
        <w:rPr>
          <w:rFonts w:cstheme="minorHAnsi"/>
        </w:rPr>
      </w:pPr>
    </w:p>
    <w:p w14:paraId="44FCF6F1" w14:textId="4CF22554" w:rsidR="001E0384" w:rsidRPr="00A07A54" w:rsidRDefault="001E0384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proofErr w:type="gramStart"/>
      <w:r>
        <w:rPr>
          <w:rFonts w:cstheme="minorHAnsi"/>
        </w:rPr>
        <w:t xml:space="preserve">Titul: </w:t>
      </w:r>
      <w:r w:rsidRPr="001E0384">
        <w:rPr>
          <w:rFonts w:cstheme="minorHAnsi"/>
          <w:b/>
          <w:bCs/>
          <w:highlight w:val="green"/>
        </w:rPr>
        <w:t xml:space="preserve"> </w:t>
      </w:r>
      <w:r w:rsidRPr="009234AC">
        <w:rPr>
          <w:rFonts w:cstheme="minorHAnsi"/>
          <w:b/>
          <w:bCs/>
          <w:highlight w:val="green"/>
        </w:rPr>
        <w:t>[</w:t>
      </w:r>
      <w:proofErr w:type="gramEnd"/>
      <w:r w:rsidRPr="009234AC">
        <w:rPr>
          <w:rFonts w:cstheme="minorHAnsi"/>
          <w:b/>
          <w:bCs/>
          <w:highlight w:val="green"/>
        </w:rPr>
        <w:t>DOPLNÍ DODAVATEL]</w:t>
      </w:r>
    </w:p>
    <w:p w14:paraId="4B25C912" w14:textId="77777777" w:rsidR="009348E2" w:rsidRPr="00A07A54" w:rsidRDefault="009348E2" w:rsidP="001E0384">
      <w:pPr>
        <w:spacing w:after="120" w:line="276" w:lineRule="auto"/>
        <w:jc w:val="both"/>
        <w:rPr>
          <w:rFonts w:cstheme="minorHAnsi"/>
        </w:rPr>
      </w:pPr>
    </w:p>
    <w:p w14:paraId="600575B9" w14:textId="31452EF2" w:rsidR="009348E2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039FA204" w14:textId="31B2F303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Kontaktní pracovní adresa (včetně pracovního tel</w:t>
      </w:r>
      <w:r w:rsidR="00272D44">
        <w:rPr>
          <w:rFonts w:cstheme="minorHAnsi"/>
        </w:rPr>
        <w:t>.</w:t>
      </w:r>
      <w:r w:rsidRPr="00A07A54">
        <w:rPr>
          <w:rFonts w:cstheme="minorHAnsi"/>
        </w:rPr>
        <w:t xml:space="preserve">/e-mail):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4CFF6782" w14:textId="1C7C7F79" w:rsidR="009348E2" w:rsidRPr="00C46DEB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Současná funkce/pracovní pozice včetně</w:t>
      </w:r>
      <w:r w:rsidR="00272D44">
        <w:rPr>
          <w:rFonts w:cstheme="minorHAnsi"/>
        </w:rPr>
        <w:t xml:space="preserve"> uvedení</w:t>
      </w:r>
      <w:r w:rsidRPr="00A07A54">
        <w:rPr>
          <w:rFonts w:cstheme="minorHAnsi"/>
        </w:rPr>
        <w:t xml:space="preserve"> zaměstnavatele a vztahu k zaměstnavateli, příp. uvést OSVČ či jinak dle skutečného stavu: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86FE1">
      <w:pPr>
        <w:spacing w:after="120" w:line="276" w:lineRule="auto"/>
        <w:ind w:left="567"/>
        <w:jc w:val="both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39368B42" w14:textId="77777777" w:rsidR="008D65AB" w:rsidRPr="00A07A54" w:rsidRDefault="008D65AB" w:rsidP="008D65AB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9234AC">
        <w:rPr>
          <w:rFonts w:cstheme="minorHAnsi"/>
          <w:highlight w:val="green"/>
        </w:rPr>
        <w:t>je / není</w:t>
      </w:r>
      <w:r w:rsidRPr="00A07A54">
        <w:rPr>
          <w:rFonts w:cstheme="minorHAnsi"/>
        </w:rPr>
        <w:t xml:space="preserve"> </w:t>
      </w:r>
      <w:r w:rsidRPr="009234AC">
        <w:rPr>
          <w:rFonts w:cstheme="minorHAnsi"/>
          <w:b/>
          <w:highlight w:val="green"/>
        </w:rPr>
        <w:t>[DOPLNÍ</w:t>
      </w:r>
      <w:r w:rsidRPr="009234AC">
        <w:rPr>
          <w:rFonts w:cstheme="minorHAnsi"/>
          <w:b/>
          <w:bCs/>
          <w:highlight w:val="green"/>
        </w:rPr>
        <w:t xml:space="preserve"> DODAVATEL</w:t>
      </w:r>
      <w:r w:rsidRPr="009234A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3B9A5E70" w14:textId="77777777" w:rsidR="009348E2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710FDB6" w14:textId="77777777" w:rsidR="00D23894" w:rsidRDefault="00D23894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5380FF3" w14:textId="77777777" w:rsidR="00A5796D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2C8CDD3" w14:textId="77777777" w:rsidR="00A5796D" w:rsidRPr="00A07A54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361BE291" w14:textId="77777777" w:rsidR="001E0384" w:rsidRDefault="001E0384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2C25D411" w14:textId="6EF45D3A" w:rsidR="009348E2" w:rsidRPr="00A07A54" w:rsidRDefault="00932FDE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932FDE">
        <w:rPr>
          <w:rFonts w:cstheme="minorHAnsi"/>
          <w:bCs/>
        </w:rPr>
        <w:lastRenderedPageBreak/>
        <w:t>Zkušenosti lektora pro účely</w:t>
      </w:r>
      <w:r>
        <w:rPr>
          <w:rFonts w:cstheme="minorHAnsi"/>
          <w:b/>
        </w:rPr>
        <w:t xml:space="preserve"> prokázání kvalifikace dle čl. 9.5.3 </w:t>
      </w:r>
      <w:r w:rsidRPr="00932FDE">
        <w:rPr>
          <w:rFonts w:cstheme="minorHAnsi"/>
          <w:bCs/>
        </w:rPr>
        <w:t>výzvy k podání nabídek</w:t>
      </w:r>
      <w:r w:rsidR="009348E2" w:rsidRPr="00932FDE">
        <w:rPr>
          <w:rFonts w:cstheme="minorHAnsi"/>
          <w:bCs/>
        </w:rPr>
        <w:t>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932FDE" w:rsidRPr="00932FDE" w14:paraId="17A60D6E" w14:textId="77777777" w:rsidTr="00932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E25BA2A" w14:textId="38B2F1F1" w:rsidR="00932FDE" w:rsidRPr="00932FDE" w:rsidRDefault="00932FDE" w:rsidP="00932FDE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2863A411" w14:textId="77777777" w:rsidR="00932FDE" w:rsidRPr="00932FDE" w:rsidRDefault="00932FDE" w:rsidP="00932FD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0FDB3CE1" w14:textId="79BD0BF3" w:rsidR="00932FDE" w:rsidRPr="00932FDE" w:rsidRDefault="00932FDE" w:rsidP="00932FDE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C669C4E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68BB394F" w14:textId="4787295D" w:rsidR="00932FDE" w:rsidRPr="00932FDE" w:rsidRDefault="00932FDE" w:rsidP="00932FDE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D38D42F" w14:textId="2007CEAB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odpovídající</w:t>
            </w:r>
          </w:p>
          <w:p w14:paraId="1830E04D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2619998E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71928707" w14:textId="3F249D2D" w:rsidR="00932FDE" w:rsidRPr="00932FDE" w:rsidRDefault="00932FDE" w:rsidP="00932FDE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7C88F5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2F9F1CCF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06210A11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3C8BF1FD" w14:textId="77777777" w:rsidR="00932FDE" w:rsidRDefault="00932FDE" w:rsidP="00932FDE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1D531700" w14:textId="5FCF3925" w:rsidR="00932FDE" w:rsidRPr="00932FDE" w:rsidRDefault="00932FDE" w:rsidP="00932FDE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932FDE" w14:paraId="100D4B44" w14:textId="77777777" w:rsidTr="00932FD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85DF1CD" w14:textId="77777777" w:rsidR="00932FDE" w:rsidRDefault="00932FDE" w:rsidP="00A86FE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27123232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01C7126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5E2D6F22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51BFB1A3" w14:textId="77777777" w:rsidTr="00932FD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90D1E62" w14:textId="77777777" w:rsidR="00932FDE" w:rsidRDefault="00932FDE" w:rsidP="00A86FE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375375A9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7D5A8FE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AC0CE85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79938B14" w14:textId="77777777" w:rsidTr="00932FDE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20E94A7" w14:textId="77777777" w:rsidR="00932FDE" w:rsidRDefault="00932FDE" w:rsidP="00A86FE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469ADB9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53A70FE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4E0D917F" w14:textId="77777777" w:rsidR="00932FDE" w:rsidRDefault="00932FDE" w:rsidP="00A86FE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54147EE" w14:textId="77777777" w:rsidR="009348E2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26EDE997" w14:textId="61BEB5D2" w:rsidR="00FD6150" w:rsidRPr="00A07A54" w:rsidRDefault="00932FDE" w:rsidP="00A86FE1">
      <w:pPr>
        <w:spacing w:after="120" w:line="276" w:lineRule="auto"/>
        <w:jc w:val="both"/>
        <w:rPr>
          <w:rFonts w:cstheme="minorHAnsi"/>
        </w:rPr>
      </w:pPr>
      <w:r>
        <w:rPr>
          <w:rFonts w:ascii="Verdana" w:hAnsi="Verdana" w:cs="Verdana"/>
        </w:rPr>
        <w:t xml:space="preserve">j. Zkušenosti lektora pro účely </w:t>
      </w:r>
      <w:r>
        <w:rPr>
          <w:rFonts w:ascii="Verdana,Bold" w:hAnsi="Verdana,Bold" w:cs="Verdana,Bold"/>
          <w:b/>
          <w:bCs/>
        </w:rPr>
        <w:t xml:space="preserve">hodnocení nabídky </w:t>
      </w:r>
      <w:r>
        <w:rPr>
          <w:rFonts w:ascii="Verdana" w:hAnsi="Verdana" w:cs="Verdana"/>
        </w:rPr>
        <w:t>dle čl. 17.2.3 Výzvy k podání nabídek: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932FDE" w:rsidRPr="00932FDE" w14:paraId="2D09ABA7" w14:textId="77777777" w:rsidTr="00932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DF24A3" w14:textId="77777777" w:rsidR="00932FDE" w:rsidRPr="00932FDE" w:rsidRDefault="00932FDE" w:rsidP="006F26F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638D5DA3" w14:textId="77777777" w:rsidR="00932FDE" w:rsidRPr="00932FDE" w:rsidRDefault="00932FDE" w:rsidP="006F26F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414E2542" w14:textId="77777777" w:rsidR="00932FDE" w:rsidRPr="00932FDE" w:rsidRDefault="00932FDE" w:rsidP="006F26F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DF83628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66428CEC" w14:textId="77777777" w:rsidR="00932FDE" w:rsidRPr="00932FDE" w:rsidRDefault="00932FDE" w:rsidP="006F26F1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2252542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0613218F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26FB107D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08B46554" w14:textId="77777777" w:rsidR="00932FDE" w:rsidRPr="00932FDE" w:rsidRDefault="00932FDE" w:rsidP="006F26F1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B9FF9CC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133EB604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67D9860D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1EF88F52" w14:textId="77777777" w:rsidR="00932FDE" w:rsidRDefault="00932FDE" w:rsidP="006F26F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409EF429" w14:textId="77777777" w:rsidR="00932FDE" w:rsidRPr="00932FDE" w:rsidRDefault="00932FDE" w:rsidP="006F26F1">
            <w:pPr>
              <w:spacing w:after="120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932FDE" w14:paraId="221AC6EC" w14:textId="77777777" w:rsidTr="006F26F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70AE894" w14:textId="77777777" w:rsidR="00932FDE" w:rsidRDefault="00932FDE" w:rsidP="006F26F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28895779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7ED9167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2FEFEB18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25D44792" w14:textId="77777777" w:rsidTr="006F26F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84DFEFB" w14:textId="77777777" w:rsidR="00932FDE" w:rsidRDefault="00932FDE" w:rsidP="006F26F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633BECAD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CF38EAE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6B556EA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32FDE" w14:paraId="07AE00C9" w14:textId="77777777" w:rsidTr="006F26F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BCA698E" w14:textId="77777777" w:rsidR="00932FDE" w:rsidRDefault="00932FDE" w:rsidP="006F26F1">
            <w:pPr>
              <w:spacing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F404B4B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60956CDD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5F7E346C" w14:textId="77777777" w:rsidR="00932FDE" w:rsidRDefault="00932FDE" w:rsidP="006F26F1">
            <w:pPr>
              <w:spacing w:after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F11C03B" w14:textId="77777777" w:rsidR="00932FDE" w:rsidRDefault="00932FDE" w:rsidP="008D65AB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52881154" w14:textId="77777777" w:rsidR="00932FDE" w:rsidRDefault="00932FDE" w:rsidP="008D65AB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4D225130" w14:textId="37083FE5" w:rsidR="008D65AB" w:rsidRPr="008D65AB" w:rsidRDefault="008D65AB" w:rsidP="008D65AB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48979EAE" w14:textId="77777777" w:rsidR="009348E2" w:rsidRDefault="009348E2" w:rsidP="008D65AB">
      <w:pPr>
        <w:spacing w:after="120" w:line="276" w:lineRule="auto"/>
        <w:jc w:val="both"/>
        <w:rPr>
          <w:rFonts w:cstheme="minorHAnsi"/>
        </w:rPr>
      </w:pPr>
    </w:p>
    <w:p w14:paraId="4AC49098" w14:textId="77777777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36A32C75" w14:textId="78B079F3" w:rsidR="008D65AB" w:rsidRDefault="008D65AB" w:rsidP="00272D44">
      <w:pPr>
        <w:spacing w:after="720" w:line="276" w:lineRule="auto"/>
        <w:jc w:val="both"/>
        <w:rPr>
          <w:rFonts w:cstheme="minorHAnsi"/>
        </w:rPr>
      </w:pPr>
      <w:r>
        <w:rPr>
          <w:rFonts w:cstheme="minorHAnsi"/>
        </w:rPr>
        <w:t>V………………………. dne………………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</w:t>
      </w:r>
    </w:p>
    <w:p w14:paraId="5A899837" w14:textId="62635F50" w:rsidR="008D65AB" w:rsidRPr="008D65AB" w:rsidRDefault="008D65AB" w:rsidP="008D65AB">
      <w:pPr>
        <w:spacing w:after="120" w:line="276" w:lineRule="auto"/>
        <w:jc w:val="both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06713CC2" w14:textId="1978495D" w:rsidR="008D65AB" w:rsidRDefault="008D65AB" w:rsidP="008D65AB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4BA5011B" w14:textId="6A900EB1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6580C3C5" w14:textId="0904D551" w:rsidR="008D65AB" w:rsidRPr="00A07A54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2EDA6CFC" w14:textId="77777777" w:rsidR="009348E2" w:rsidRPr="00A07A54" w:rsidRDefault="009348E2" w:rsidP="00A86FE1">
      <w:pPr>
        <w:spacing w:after="0"/>
        <w:jc w:val="both"/>
      </w:pPr>
    </w:p>
    <w:sectPr w:rsidR="009348E2" w:rsidRPr="00A07A54" w:rsidSect="008752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50D05" w14:textId="77777777" w:rsidR="008752A5" w:rsidRDefault="008752A5" w:rsidP="00962258">
      <w:pPr>
        <w:spacing w:after="0" w:line="240" w:lineRule="auto"/>
      </w:pPr>
      <w:r>
        <w:separator/>
      </w:r>
    </w:p>
  </w:endnote>
  <w:endnote w:type="continuationSeparator" w:id="0">
    <w:p w14:paraId="12ABC14B" w14:textId="77777777" w:rsidR="008752A5" w:rsidRDefault="008752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D6E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C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6DD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99A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70185" w14:textId="77777777" w:rsidR="008752A5" w:rsidRDefault="008752A5" w:rsidP="00962258">
      <w:pPr>
        <w:spacing w:after="0" w:line="240" w:lineRule="auto"/>
      </w:pPr>
      <w:r>
        <w:separator/>
      </w:r>
    </w:p>
  </w:footnote>
  <w:footnote w:type="continuationSeparator" w:id="0">
    <w:p w14:paraId="718BDDC4" w14:textId="77777777" w:rsidR="008752A5" w:rsidRDefault="008752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1A71EF2"/>
    <w:multiLevelType w:val="hybridMultilevel"/>
    <w:tmpl w:val="E5163D1A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2029E"/>
    <w:multiLevelType w:val="hybridMultilevel"/>
    <w:tmpl w:val="2496DAE6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23898">
    <w:abstractNumId w:val="4"/>
  </w:num>
  <w:num w:numId="2" w16cid:durableId="938951414">
    <w:abstractNumId w:val="3"/>
  </w:num>
  <w:num w:numId="3" w16cid:durableId="1899394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848290">
    <w:abstractNumId w:val="14"/>
  </w:num>
  <w:num w:numId="5" w16cid:durableId="1649431342">
    <w:abstractNumId w:val="6"/>
  </w:num>
  <w:num w:numId="6" w16cid:durableId="1894149908">
    <w:abstractNumId w:val="8"/>
  </w:num>
  <w:num w:numId="7" w16cid:durableId="390883559">
    <w:abstractNumId w:val="0"/>
  </w:num>
  <w:num w:numId="8" w16cid:durableId="770668362">
    <w:abstractNumId w:val="10"/>
  </w:num>
  <w:num w:numId="9" w16cid:durableId="1437366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6670723">
    <w:abstractNumId w:val="8"/>
  </w:num>
  <w:num w:numId="11" w16cid:durableId="2021464624">
    <w:abstractNumId w:val="3"/>
  </w:num>
  <w:num w:numId="12" w16cid:durableId="472329388">
    <w:abstractNumId w:val="8"/>
  </w:num>
  <w:num w:numId="13" w16cid:durableId="972447640">
    <w:abstractNumId w:val="8"/>
  </w:num>
  <w:num w:numId="14" w16cid:durableId="1861122788">
    <w:abstractNumId w:val="8"/>
  </w:num>
  <w:num w:numId="15" w16cid:durableId="910119422">
    <w:abstractNumId w:val="8"/>
  </w:num>
  <w:num w:numId="16" w16cid:durableId="158278368">
    <w:abstractNumId w:val="15"/>
  </w:num>
  <w:num w:numId="17" w16cid:durableId="1960800146">
    <w:abstractNumId w:val="4"/>
  </w:num>
  <w:num w:numId="18" w16cid:durableId="333075026">
    <w:abstractNumId w:val="15"/>
  </w:num>
  <w:num w:numId="19" w16cid:durableId="644354574">
    <w:abstractNumId w:val="15"/>
  </w:num>
  <w:num w:numId="20" w16cid:durableId="1762946221">
    <w:abstractNumId w:val="15"/>
  </w:num>
  <w:num w:numId="21" w16cid:durableId="1288973351">
    <w:abstractNumId w:val="15"/>
  </w:num>
  <w:num w:numId="22" w16cid:durableId="1094207007">
    <w:abstractNumId w:val="8"/>
  </w:num>
  <w:num w:numId="23" w16cid:durableId="1609703957">
    <w:abstractNumId w:val="3"/>
  </w:num>
  <w:num w:numId="24" w16cid:durableId="1519543391">
    <w:abstractNumId w:val="8"/>
  </w:num>
  <w:num w:numId="25" w16cid:durableId="1474828838">
    <w:abstractNumId w:val="8"/>
  </w:num>
  <w:num w:numId="26" w16cid:durableId="1042246897">
    <w:abstractNumId w:val="8"/>
  </w:num>
  <w:num w:numId="27" w16cid:durableId="793403610">
    <w:abstractNumId w:val="8"/>
  </w:num>
  <w:num w:numId="28" w16cid:durableId="336466091">
    <w:abstractNumId w:val="15"/>
  </w:num>
  <w:num w:numId="29" w16cid:durableId="482355799">
    <w:abstractNumId w:val="4"/>
  </w:num>
  <w:num w:numId="30" w16cid:durableId="1018894025">
    <w:abstractNumId w:val="15"/>
  </w:num>
  <w:num w:numId="31" w16cid:durableId="621695406">
    <w:abstractNumId w:val="15"/>
  </w:num>
  <w:num w:numId="32" w16cid:durableId="1785735067">
    <w:abstractNumId w:val="15"/>
  </w:num>
  <w:num w:numId="33" w16cid:durableId="1424911720">
    <w:abstractNumId w:val="15"/>
  </w:num>
  <w:num w:numId="34" w16cid:durableId="1016619026">
    <w:abstractNumId w:val="1"/>
  </w:num>
  <w:num w:numId="35" w16cid:durableId="309988973">
    <w:abstractNumId w:val="2"/>
  </w:num>
  <w:num w:numId="36" w16cid:durableId="789544794">
    <w:abstractNumId w:val="5"/>
  </w:num>
  <w:num w:numId="37" w16cid:durableId="456604564">
    <w:abstractNumId w:val="7"/>
  </w:num>
  <w:num w:numId="38" w16cid:durableId="1961648566">
    <w:abstractNumId w:val="16"/>
  </w:num>
  <w:num w:numId="39" w16cid:durableId="1181625517">
    <w:abstractNumId w:val="12"/>
  </w:num>
  <w:num w:numId="40" w16cid:durableId="1492062144">
    <w:abstractNumId w:val="13"/>
  </w:num>
  <w:num w:numId="41" w16cid:durableId="98516697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55BC"/>
    <w:rsid w:val="00020197"/>
    <w:rsid w:val="000205AF"/>
    <w:rsid w:val="0004385B"/>
    <w:rsid w:val="0004588C"/>
    <w:rsid w:val="00072C1E"/>
    <w:rsid w:val="000C1B52"/>
    <w:rsid w:val="000D05A1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1E0384"/>
    <w:rsid w:val="001F209D"/>
    <w:rsid w:val="00207DF5"/>
    <w:rsid w:val="002268EF"/>
    <w:rsid w:val="00227D55"/>
    <w:rsid w:val="00256810"/>
    <w:rsid w:val="002639E4"/>
    <w:rsid w:val="002645FF"/>
    <w:rsid w:val="00272D44"/>
    <w:rsid w:val="00273499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95D8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B21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03152"/>
    <w:rsid w:val="00710723"/>
    <w:rsid w:val="00723ED1"/>
    <w:rsid w:val="00743525"/>
    <w:rsid w:val="0076286B"/>
    <w:rsid w:val="00766846"/>
    <w:rsid w:val="007718DC"/>
    <w:rsid w:val="0077673A"/>
    <w:rsid w:val="007846E1"/>
    <w:rsid w:val="007A1C3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752A5"/>
    <w:rsid w:val="00886D4B"/>
    <w:rsid w:val="00895406"/>
    <w:rsid w:val="008A3568"/>
    <w:rsid w:val="008B304A"/>
    <w:rsid w:val="008D03B9"/>
    <w:rsid w:val="008D65AB"/>
    <w:rsid w:val="008D7E95"/>
    <w:rsid w:val="008F18D6"/>
    <w:rsid w:val="00900AB6"/>
    <w:rsid w:val="00904780"/>
    <w:rsid w:val="009122EA"/>
    <w:rsid w:val="00922385"/>
    <w:rsid w:val="009223DF"/>
    <w:rsid w:val="0092336F"/>
    <w:rsid w:val="009234AC"/>
    <w:rsid w:val="00923DE9"/>
    <w:rsid w:val="00932FDE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6A1A"/>
    <w:rsid w:val="00A37419"/>
    <w:rsid w:val="00A5796D"/>
    <w:rsid w:val="00A608B6"/>
    <w:rsid w:val="00A6177B"/>
    <w:rsid w:val="00A66136"/>
    <w:rsid w:val="00A71267"/>
    <w:rsid w:val="00A86FE1"/>
    <w:rsid w:val="00AA4CBB"/>
    <w:rsid w:val="00AA65FA"/>
    <w:rsid w:val="00AA7351"/>
    <w:rsid w:val="00AC0A9F"/>
    <w:rsid w:val="00AC4256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5F0B"/>
    <w:rsid w:val="00C02D0A"/>
    <w:rsid w:val="00C03A6E"/>
    <w:rsid w:val="00C44F6A"/>
    <w:rsid w:val="00C46DEB"/>
    <w:rsid w:val="00C47AE3"/>
    <w:rsid w:val="00C61A9E"/>
    <w:rsid w:val="00C80068"/>
    <w:rsid w:val="00C83C94"/>
    <w:rsid w:val="00CC6937"/>
    <w:rsid w:val="00CD1FC4"/>
    <w:rsid w:val="00D21061"/>
    <w:rsid w:val="00D23894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4B94"/>
    <w:rsid w:val="00DE56F2"/>
    <w:rsid w:val="00DF116D"/>
    <w:rsid w:val="00E16BC4"/>
    <w:rsid w:val="00E23B7D"/>
    <w:rsid w:val="00E36C4A"/>
    <w:rsid w:val="00E8306E"/>
    <w:rsid w:val="00E83A12"/>
    <w:rsid w:val="00E8440A"/>
    <w:rsid w:val="00E853D8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23273"/>
    <w:rsid w:val="00F244B9"/>
    <w:rsid w:val="00F310F8"/>
    <w:rsid w:val="00F35939"/>
    <w:rsid w:val="00F45607"/>
    <w:rsid w:val="00F5558F"/>
    <w:rsid w:val="00F659EB"/>
    <w:rsid w:val="00F67119"/>
    <w:rsid w:val="00F82BA3"/>
    <w:rsid w:val="00F86BA6"/>
    <w:rsid w:val="00F940CC"/>
    <w:rsid w:val="00FA6A87"/>
    <w:rsid w:val="00FC6389"/>
    <w:rsid w:val="00FD6150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23F21A0-332A-42B0-BE3A-74E695BE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Nzevknihy">
    <w:name w:val="Book Title"/>
    <w:basedOn w:val="Standardnpsmoodstavce"/>
    <w:uiPriority w:val="33"/>
    <w:qFormat/>
    <w:rsid w:val="008D65A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7D2D4F-A8BD-4CE2-8826-E0C2B55A28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4</cp:revision>
  <cp:lastPrinted>2020-07-15T06:29:00Z</cp:lastPrinted>
  <dcterms:created xsi:type="dcterms:W3CDTF">2024-02-19T07:02:00Z</dcterms:created>
  <dcterms:modified xsi:type="dcterms:W3CDTF">2024-06-14T06:06:00Z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